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AF5" w:rsidRDefault="005B6AF5">
      <w:r w:rsidRPr="00241E01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699pt;height:360.75pt;visibility:visible">
            <v:imagedata r:id="rId6" o:title=""/>
          </v:shape>
        </w:pict>
      </w:r>
    </w:p>
    <w:p w:rsidR="005B6AF5" w:rsidRDefault="005B6AF5" w:rsidP="00ED2AD0"/>
    <w:p w:rsidR="005B6AF5" w:rsidRPr="00ED2AD0" w:rsidRDefault="005B6AF5" w:rsidP="00ED2AD0">
      <w:pPr>
        <w:jc w:val="center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La familia Cebolleta</w:t>
      </w:r>
      <w:bookmarkStart w:id="0" w:name="_GoBack"/>
      <w:bookmarkEnd w:id="0"/>
    </w:p>
    <w:sectPr w:rsidR="005B6AF5" w:rsidRPr="00ED2AD0" w:rsidSect="00ED2AD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F5" w:rsidRDefault="005B6AF5" w:rsidP="00ED2AD0">
      <w:pPr>
        <w:spacing w:after="0" w:line="240" w:lineRule="auto"/>
      </w:pPr>
      <w:r>
        <w:separator/>
      </w:r>
    </w:p>
  </w:endnote>
  <w:endnote w:type="continuationSeparator" w:id="0">
    <w:p w:rsidR="005B6AF5" w:rsidRDefault="005B6AF5" w:rsidP="00ED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AF5" w:rsidRDefault="005B6AF5">
    <w:pPr>
      <w:pStyle w:val="Footer"/>
    </w:pPr>
    <w:r>
      <w:t>Explora A1.1</w:t>
    </w:r>
    <w:r>
      <w:tab/>
    </w:r>
    <w:r>
      <w:tab/>
    </w:r>
    <w:r>
      <w:tab/>
    </w:r>
    <w:r>
      <w:tab/>
      <w:t xml:space="preserve">                                                   Lección 2</w:t>
    </w:r>
    <w: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F5" w:rsidRDefault="005B6AF5" w:rsidP="00ED2AD0">
      <w:pPr>
        <w:spacing w:after="0" w:line="240" w:lineRule="auto"/>
      </w:pPr>
      <w:r>
        <w:separator/>
      </w:r>
    </w:p>
  </w:footnote>
  <w:footnote w:type="continuationSeparator" w:id="0">
    <w:p w:rsidR="005B6AF5" w:rsidRDefault="005B6AF5" w:rsidP="00ED2A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AD0"/>
    <w:rsid w:val="00206E0F"/>
    <w:rsid w:val="00241E01"/>
    <w:rsid w:val="00531B7B"/>
    <w:rsid w:val="005B6AF5"/>
    <w:rsid w:val="009138DF"/>
    <w:rsid w:val="00C44E10"/>
    <w:rsid w:val="00C81269"/>
    <w:rsid w:val="00E942B4"/>
    <w:rsid w:val="00ED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D2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2A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D2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D2AD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D2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D2A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</Words>
  <Characters>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kpalonka</cp:lastModifiedBy>
  <cp:revision>2</cp:revision>
  <dcterms:created xsi:type="dcterms:W3CDTF">2017-08-09T10:08:00Z</dcterms:created>
  <dcterms:modified xsi:type="dcterms:W3CDTF">2017-08-09T10:08:00Z</dcterms:modified>
</cp:coreProperties>
</file>